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9A" w:rsidRPr="00203732" w:rsidRDefault="0073359A" w:rsidP="00FB6A4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73359A" w:rsidRDefault="0073359A" w:rsidP="00E554E5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В омском Росреестре состоялась «п</w:t>
      </w:r>
      <w:r w:rsidRPr="00203732">
        <w:rPr>
          <w:rFonts w:ascii="Times New Roman" w:hAnsi="Times New Roman"/>
          <w:b/>
          <w:sz w:val="27"/>
          <w:szCs w:val="27"/>
        </w:rPr>
        <w:t>рямая линия</w:t>
      </w:r>
      <w:r>
        <w:rPr>
          <w:rFonts w:ascii="Times New Roman" w:hAnsi="Times New Roman"/>
          <w:b/>
          <w:sz w:val="27"/>
          <w:szCs w:val="27"/>
        </w:rPr>
        <w:t xml:space="preserve"> по вопросам земельного контроля (надзора)</w:t>
      </w:r>
    </w:p>
    <w:p w:rsidR="0073359A" w:rsidRDefault="0073359A" w:rsidP="00824B63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3359A" w:rsidRDefault="0073359A" w:rsidP="00824B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sz w:val="27"/>
          <w:szCs w:val="27"/>
        </w:rPr>
        <w:t xml:space="preserve">Управлением Федеральной службы государственной регистрации, </w:t>
      </w:r>
      <w:r w:rsidRPr="00203732">
        <w:rPr>
          <w:rFonts w:ascii="Times New Roman" w:hAnsi="Times New Roman"/>
          <w:color w:val="000000"/>
          <w:sz w:val="27"/>
          <w:szCs w:val="27"/>
        </w:rPr>
        <w:t>кадастра и картографии по Омской области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03732">
        <w:rPr>
          <w:rFonts w:ascii="Times New Roman" w:hAnsi="Times New Roman"/>
          <w:color w:val="000000"/>
          <w:sz w:val="27"/>
          <w:szCs w:val="27"/>
        </w:rPr>
        <w:t>проведена «прямая линия», посвященная</w:t>
      </w:r>
      <w:r>
        <w:rPr>
          <w:rFonts w:ascii="Times New Roman" w:hAnsi="Times New Roman"/>
          <w:color w:val="000000"/>
          <w:sz w:val="27"/>
          <w:szCs w:val="27"/>
        </w:rPr>
        <w:t xml:space="preserve"> вопросам федерального государственного земельного контроля (надзора</w:t>
      </w:r>
      <w:r w:rsidRPr="00203732">
        <w:rPr>
          <w:rFonts w:ascii="Times New Roman" w:hAnsi="Times New Roman"/>
          <w:color w:val="000000"/>
          <w:sz w:val="27"/>
          <w:szCs w:val="27"/>
        </w:rPr>
        <w:t>). На вопросы омичей отвечал начальник отдела государственного земельного надзора Дингис Е</w:t>
      </w:r>
      <w:r>
        <w:rPr>
          <w:rFonts w:ascii="Times New Roman" w:hAnsi="Times New Roman"/>
          <w:color w:val="000000"/>
          <w:sz w:val="27"/>
          <w:szCs w:val="27"/>
        </w:rPr>
        <w:t xml:space="preserve">вгений Александрович. </w:t>
      </w:r>
    </w:p>
    <w:p w:rsidR="0073359A" w:rsidRDefault="0073359A" w:rsidP="00824B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Часто задаваемые </w:t>
      </w:r>
      <w:r w:rsidRPr="00203732">
        <w:rPr>
          <w:rFonts w:ascii="Times New Roman" w:hAnsi="Times New Roman"/>
          <w:color w:val="000000"/>
          <w:sz w:val="27"/>
          <w:szCs w:val="27"/>
        </w:rPr>
        <w:t>вопросы касались особенностей рассмотрения обращений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03732">
        <w:rPr>
          <w:rFonts w:ascii="Times New Roman" w:hAnsi="Times New Roman"/>
          <w:color w:val="000000"/>
          <w:sz w:val="27"/>
          <w:szCs w:val="27"/>
        </w:rPr>
        <w:t xml:space="preserve">в 2023 году, содержащих признаки нарушений требований земельного законодательства, в частности, сроки рассмотрения и способы подачи обращений, требования к обращению в письменной форме или </w:t>
      </w:r>
      <w:r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Pr="00203732">
        <w:rPr>
          <w:rFonts w:ascii="Times New Roman" w:hAnsi="Times New Roman"/>
          <w:color w:val="000000"/>
          <w:sz w:val="27"/>
          <w:szCs w:val="27"/>
        </w:rPr>
        <w:t>форме электронного документа.</w:t>
      </w:r>
    </w:p>
    <w:p w:rsidR="0073359A" w:rsidRPr="00EB2E67" w:rsidRDefault="0073359A" w:rsidP="00824B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По результатам проведения «прямой линии» подготовлены разъяснения для подконтрольных субъектов.</w:t>
      </w:r>
    </w:p>
    <w:p w:rsidR="0073359A" w:rsidRPr="00203732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color w:val="000000"/>
          <w:sz w:val="27"/>
          <w:szCs w:val="27"/>
        </w:rPr>
        <w:t>Обращения, содержащие информацию о нарушениях обязательных требований земельного законодательства, рассматриваются в порядке</w:t>
      </w:r>
      <w:r>
        <w:rPr>
          <w:rFonts w:ascii="Times New Roman" w:hAnsi="Times New Roman"/>
          <w:color w:val="000000"/>
          <w:sz w:val="27"/>
          <w:szCs w:val="27"/>
        </w:rPr>
        <w:t xml:space="preserve">, предусмотренном статьями 58 – </w:t>
      </w:r>
      <w:r w:rsidRPr="00203732">
        <w:rPr>
          <w:rFonts w:ascii="Times New Roman" w:hAnsi="Times New Roman"/>
          <w:color w:val="000000"/>
          <w:sz w:val="27"/>
          <w:szCs w:val="27"/>
        </w:rPr>
        <w:t>60 Фе</w:t>
      </w:r>
      <w:r>
        <w:rPr>
          <w:rFonts w:ascii="Times New Roman" w:hAnsi="Times New Roman"/>
          <w:color w:val="000000"/>
          <w:sz w:val="27"/>
          <w:szCs w:val="27"/>
        </w:rPr>
        <w:t xml:space="preserve">дерального закона от 31.07.2020 </w:t>
      </w:r>
      <w:r w:rsidRPr="00203732">
        <w:rPr>
          <w:rFonts w:ascii="Times New Roman" w:hAnsi="Times New Roman"/>
          <w:color w:val="000000"/>
          <w:sz w:val="27"/>
          <w:szCs w:val="27"/>
        </w:rPr>
        <w:t>№ 248-ФЗ «О государственном контроле (надзоре) и муниципальном контроле</w:t>
      </w:r>
      <w:r>
        <w:rPr>
          <w:rFonts w:ascii="Times New Roman" w:hAnsi="Times New Roman"/>
          <w:color w:val="000000"/>
          <w:sz w:val="27"/>
          <w:szCs w:val="27"/>
        </w:rPr>
        <w:t xml:space="preserve"> в Российской Федерации» (далее – Федеральный закон № 248-ФЗ).</w:t>
      </w:r>
    </w:p>
    <w:p w:rsidR="0073359A" w:rsidRPr="00203732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</w:t>
      </w:r>
      <w:r w:rsidRPr="00A13AD4">
        <w:rPr>
          <w:rFonts w:ascii="Times New Roman" w:hAnsi="Times New Roman"/>
          <w:color w:val="000000"/>
          <w:sz w:val="27"/>
          <w:szCs w:val="27"/>
        </w:rPr>
        <w:t>р</w:t>
      </w:r>
      <w:r>
        <w:rPr>
          <w:rFonts w:ascii="Times New Roman" w:hAnsi="Times New Roman"/>
          <w:color w:val="000000"/>
          <w:sz w:val="27"/>
          <w:szCs w:val="27"/>
        </w:rPr>
        <w:t>и подаче обращения в Управление</w:t>
      </w:r>
      <w:r w:rsidRPr="00A13AD4">
        <w:rPr>
          <w:rFonts w:ascii="Times New Roman" w:hAnsi="Times New Roman"/>
          <w:color w:val="000000"/>
          <w:sz w:val="27"/>
          <w:szCs w:val="27"/>
        </w:rPr>
        <w:t xml:space="preserve"> заявитель обязан предъявить документ, удостоверяющий личность</w:t>
      </w:r>
      <w:r>
        <w:rPr>
          <w:rFonts w:ascii="Times New Roman" w:hAnsi="Times New Roman"/>
          <w:color w:val="000000"/>
          <w:sz w:val="27"/>
          <w:szCs w:val="27"/>
        </w:rPr>
        <w:t>,</w:t>
      </w:r>
      <w:r w:rsidRPr="00A13AD4">
        <w:rPr>
          <w:rFonts w:ascii="Times New Roman" w:hAnsi="Times New Roman"/>
          <w:color w:val="000000"/>
          <w:sz w:val="27"/>
          <w:szCs w:val="27"/>
        </w:rPr>
        <w:t xml:space="preserve"> или документы, подтверждающие полномочия представителя гражданина или организации. </w:t>
      </w:r>
    </w:p>
    <w:p w:rsidR="0073359A" w:rsidRPr="00A13AD4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При поступлении </w:t>
      </w:r>
      <w:r w:rsidRPr="00A13AD4">
        <w:rPr>
          <w:rFonts w:ascii="Times New Roman" w:hAnsi="Times New Roman"/>
          <w:color w:val="000000"/>
          <w:sz w:val="27"/>
          <w:szCs w:val="27"/>
        </w:rPr>
        <w:t>обращений посредством элек</w:t>
      </w:r>
      <w:r>
        <w:rPr>
          <w:rFonts w:ascii="Times New Roman" w:hAnsi="Times New Roman"/>
          <w:color w:val="000000"/>
          <w:sz w:val="27"/>
          <w:szCs w:val="27"/>
        </w:rPr>
        <w:t xml:space="preserve">тронной или почтовой связи </w:t>
      </w:r>
      <w:r w:rsidRPr="00A13AD4">
        <w:rPr>
          <w:rFonts w:ascii="Times New Roman" w:hAnsi="Times New Roman"/>
          <w:color w:val="000000"/>
          <w:sz w:val="27"/>
          <w:szCs w:val="27"/>
        </w:rPr>
        <w:t>должностными лицами Управления</w:t>
      </w:r>
      <w:r>
        <w:rPr>
          <w:rFonts w:ascii="Times New Roman" w:hAnsi="Times New Roman"/>
          <w:color w:val="000000"/>
          <w:sz w:val="27"/>
          <w:szCs w:val="27"/>
        </w:rPr>
        <w:t xml:space="preserve"> принимаются меры, направленные </w:t>
      </w:r>
      <w:r w:rsidRPr="00A13AD4">
        <w:rPr>
          <w:rFonts w:ascii="Times New Roman" w:hAnsi="Times New Roman"/>
          <w:color w:val="000000"/>
          <w:sz w:val="27"/>
          <w:szCs w:val="27"/>
        </w:rPr>
        <w:t>на установление и подтверждение личности заявителя.</w:t>
      </w:r>
    </w:p>
    <w:p w:rsidR="0073359A" w:rsidRPr="00A13AD4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И</w:t>
      </w:r>
      <w:r w:rsidRPr="00A13AD4">
        <w:rPr>
          <w:rFonts w:ascii="Times New Roman" w:hAnsi="Times New Roman"/>
          <w:color w:val="000000"/>
          <w:sz w:val="27"/>
          <w:szCs w:val="27"/>
        </w:rPr>
        <w:t>сключением являются следующие случаи:</w:t>
      </w:r>
    </w:p>
    <w:p w:rsidR="0073359A" w:rsidRPr="00A13AD4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A13AD4">
        <w:rPr>
          <w:rFonts w:ascii="Times New Roman" w:hAnsi="Times New Roman"/>
          <w:color w:val="000000"/>
          <w:sz w:val="27"/>
          <w:szCs w:val="27"/>
        </w:rPr>
        <w:t>–при подаче обращений (заявлений) гражданами и организациями либо их уполномоченными представителями непосредственно в контрольный (надзорный) орган, либо через многофункциональный центр оказания госуда</w:t>
      </w:r>
      <w:r>
        <w:rPr>
          <w:rFonts w:ascii="Times New Roman" w:hAnsi="Times New Roman"/>
          <w:color w:val="000000"/>
          <w:sz w:val="27"/>
          <w:szCs w:val="27"/>
        </w:rPr>
        <w:t>рственных и муниципальных услуг;</w:t>
      </w:r>
    </w:p>
    <w:p w:rsidR="0073359A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A13AD4">
        <w:rPr>
          <w:rFonts w:ascii="Times New Roman" w:hAnsi="Times New Roman"/>
          <w:color w:val="000000"/>
          <w:sz w:val="27"/>
          <w:szCs w:val="27"/>
        </w:rPr>
        <w:t>–при подаче обращений (з</w:t>
      </w:r>
      <w:r>
        <w:rPr>
          <w:rFonts w:ascii="Times New Roman" w:hAnsi="Times New Roman"/>
          <w:color w:val="000000"/>
          <w:sz w:val="27"/>
          <w:szCs w:val="27"/>
        </w:rPr>
        <w:t>аявлений) граждан и организаций после прохождения идентификации</w:t>
      </w:r>
      <w:r w:rsidRPr="00A13AD4">
        <w:rPr>
          <w:rFonts w:ascii="Times New Roman" w:hAnsi="Times New Roman"/>
          <w:color w:val="000000"/>
          <w:sz w:val="27"/>
          <w:szCs w:val="27"/>
        </w:rPr>
        <w:t xml:space="preserve"> и аутентификации заявителя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</w:t>
      </w:r>
      <w:r>
        <w:rPr>
          <w:rFonts w:ascii="Times New Roman" w:hAnsi="Times New Roman"/>
          <w:color w:val="000000"/>
          <w:sz w:val="27"/>
          <w:szCs w:val="27"/>
        </w:rPr>
        <w:t xml:space="preserve"> и</w:t>
      </w:r>
      <w:r w:rsidRPr="00A13AD4">
        <w:rPr>
          <w:rFonts w:ascii="Times New Roman" w:hAnsi="Times New Roman"/>
          <w:color w:val="000000"/>
          <w:sz w:val="27"/>
          <w:szCs w:val="27"/>
        </w:rPr>
        <w:t xml:space="preserve"> муниципальных услуг или на официальных сайтах контрольных (надзорных) органов в сети «Интернет», а также в информационных системах контрольных (надзорных) органов.</w:t>
      </w:r>
    </w:p>
    <w:p w:rsidR="0073359A" w:rsidRPr="00A13AD4" w:rsidRDefault="0073359A" w:rsidP="00824B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A13AD4">
        <w:rPr>
          <w:rFonts w:ascii="Times New Roman" w:hAnsi="Times New Roman"/>
          <w:color w:val="000000"/>
          <w:sz w:val="27"/>
          <w:szCs w:val="27"/>
        </w:rPr>
        <w:t>При невозможности подтверждения личности гражданина, полномочий предста</w:t>
      </w:r>
      <w:r>
        <w:rPr>
          <w:rFonts w:ascii="Times New Roman" w:hAnsi="Times New Roman"/>
          <w:color w:val="000000"/>
          <w:sz w:val="27"/>
          <w:szCs w:val="27"/>
        </w:rPr>
        <w:t>вителя организации, в том числе</w:t>
      </w:r>
      <w:r w:rsidRPr="00A13AD4">
        <w:rPr>
          <w:rFonts w:ascii="Times New Roman" w:hAnsi="Times New Roman"/>
          <w:color w:val="000000"/>
          <w:sz w:val="27"/>
          <w:szCs w:val="27"/>
        </w:rPr>
        <w:t xml:space="preserve"> при отказе заявителя от такого подтверждения, поступившие обращения (заявления) рассматриваются Управлением в порядке, установленн</w:t>
      </w:r>
      <w:r>
        <w:rPr>
          <w:rFonts w:ascii="Times New Roman" w:hAnsi="Times New Roman"/>
          <w:color w:val="000000"/>
          <w:sz w:val="27"/>
          <w:szCs w:val="27"/>
        </w:rPr>
        <w:t>ом Федеральным законом от 02.05.</w:t>
      </w:r>
      <w:r w:rsidRPr="00A13AD4">
        <w:rPr>
          <w:rFonts w:ascii="Times New Roman" w:hAnsi="Times New Roman"/>
          <w:color w:val="000000"/>
          <w:sz w:val="27"/>
          <w:szCs w:val="27"/>
        </w:rPr>
        <w:t>2006 г. № 59-ФЗ «О порядке рассмотрения обращений граждан Российской Федерации».</w:t>
      </w:r>
    </w:p>
    <w:p w:rsidR="0073359A" w:rsidRPr="00203732" w:rsidRDefault="0073359A" w:rsidP="00824B63">
      <w:pPr>
        <w:spacing w:after="0" w:line="240" w:lineRule="auto"/>
        <w:ind w:right="-59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color w:val="000000"/>
          <w:sz w:val="27"/>
          <w:szCs w:val="27"/>
        </w:rPr>
        <w:t>При направлении обращения необходимо соб</w:t>
      </w:r>
      <w:r>
        <w:rPr>
          <w:rFonts w:ascii="Times New Roman" w:hAnsi="Times New Roman"/>
          <w:color w:val="000000"/>
          <w:sz w:val="27"/>
          <w:szCs w:val="27"/>
        </w:rPr>
        <w:t>людать определенные требования к его содержанию.</w:t>
      </w:r>
    </w:p>
    <w:p w:rsidR="0073359A" w:rsidRDefault="0073359A" w:rsidP="00824B63">
      <w:pPr>
        <w:spacing w:after="0" w:line="240" w:lineRule="auto"/>
        <w:ind w:right="-59" w:firstLine="567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73359A" w:rsidRPr="00203732" w:rsidRDefault="0073359A" w:rsidP="00824B63">
      <w:pPr>
        <w:spacing w:after="0" w:line="240" w:lineRule="auto"/>
        <w:ind w:right="-59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color w:val="000000"/>
          <w:sz w:val="27"/>
          <w:szCs w:val="27"/>
        </w:rPr>
        <w:t>Обязательно должны быть указаны фамилия, имя гражданина, направившего обращение; отчество ук</w:t>
      </w:r>
      <w:r>
        <w:rPr>
          <w:rFonts w:ascii="Times New Roman" w:hAnsi="Times New Roman"/>
          <w:color w:val="000000"/>
          <w:sz w:val="27"/>
          <w:szCs w:val="27"/>
        </w:rPr>
        <w:t xml:space="preserve">азывается при наличии, почтовый </w:t>
      </w:r>
      <w:r w:rsidRPr="00203732">
        <w:rPr>
          <w:rFonts w:ascii="Times New Roman" w:hAnsi="Times New Roman"/>
          <w:color w:val="000000"/>
          <w:sz w:val="27"/>
          <w:szCs w:val="27"/>
        </w:rPr>
        <w:t>и (или) электронный адрес для направления ответа на заявление.</w:t>
      </w:r>
    </w:p>
    <w:p w:rsidR="0073359A" w:rsidRPr="00203732" w:rsidRDefault="0073359A" w:rsidP="00824B63">
      <w:pPr>
        <w:spacing w:after="0" w:line="240" w:lineRule="auto"/>
        <w:ind w:right="-59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color w:val="000000"/>
          <w:sz w:val="27"/>
          <w:szCs w:val="27"/>
        </w:rPr>
        <w:t>В сод</w:t>
      </w:r>
      <w:r>
        <w:rPr>
          <w:rFonts w:ascii="Times New Roman" w:hAnsi="Times New Roman"/>
          <w:color w:val="000000"/>
          <w:sz w:val="27"/>
          <w:szCs w:val="27"/>
        </w:rPr>
        <w:t>ержании четко и разборчиво необходимо</w:t>
      </w:r>
      <w:r w:rsidRPr="00203732">
        <w:rPr>
          <w:rFonts w:ascii="Times New Roman" w:hAnsi="Times New Roman"/>
          <w:color w:val="000000"/>
          <w:sz w:val="27"/>
          <w:szCs w:val="27"/>
        </w:rPr>
        <w:t xml:space="preserve"> изложить суть обращения – описать причину (проблему), послужившую основанием направления обращения в Управление, указать адрес объекта недвижимости, кадастровый номер, номер дела (при наличии), в отношении которого возникла проблемная ситуация. Обращение, направленное в письменной форме, должно быть собственноручно подписано гражданином.</w:t>
      </w:r>
    </w:p>
    <w:p w:rsidR="0073359A" w:rsidRPr="00203732" w:rsidRDefault="0073359A" w:rsidP="00824B63">
      <w:pPr>
        <w:spacing w:after="0" w:line="240" w:lineRule="auto"/>
        <w:ind w:right="-59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203732">
        <w:rPr>
          <w:rFonts w:ascii="Times New Roman" w:hAnsi="Times New Roman"/>
          <w:color w:val="000000"/>
          <w:sz w:val="27"/>
          <w:szCs w:val="27"/>
        </w:rPr>
        <w:t xml:space="preserve">В соответствии с </w:t>
      </w:r>
      <w:r>
        <w:rPr>
          <w:rFonts w:ascii="Times New Roman" w:hAnsi="Times New Roman"/>
          <w:color w:val="000000"/>
          <w:sz w:val="27"/>
          <w:szCs w:val="27"/>
        </w:rPr>
        <w:t xml:space="preserve">вышеуказанным </w:t>
      </w:r>
      <w:r w:rsidRPr="00203732">
        <w:rPr>
          <w:rFonts w:ascii="Times New Roman" w:hAnsi="Times New Roman"/>
          <w:color w:val="000000"/>
          <w:sz w:val="27"/>
          <w:szCs w:val="27"/>
        </w:rPr>
        <w:t>законом письменное обращение рассматривается в течение 30 календарных дней со дня регистрации. Ответ на письменное обращение направляется в той форме, в которой поступило обращение.</w:t>
      </w:r>
    </w:p>
    <w:p w:rsidR="0073359A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По итогам рассмотрения фактов о причинении вреда </w:t>
      </w:r>
      <w:r w:rsidRPr="00203732">
        <w:rPr>
          <w:color w:val="111111"/>
          <w:sz w:val="27"/>
          <w:szCs w:val="27"/>
        </w:rPr>
        <w:t>(ущерба)или об угрозе</w:t>
      </w:r>
      <w:r>
        <w:rPr>
          <w:color w:val="111111"/>
          <w:sz w:val="27"/>
          <w:szCs w:val="27"/>
        </w:rPr>
        <w:t xml:space="preserve"> </w:t>
      </w:r>
      <w:r w:rsidRPr="00203732">
        <w:rPr>
          <w:color w:val="111111"/>
          <w:sz w:val="27"/>
          <w:szCs w:val="27"/>
        </w:rPr>
        <w:t>причинения вреда (ущерб</w:t>
      </w:r>
      <w:r>
        <w:rPr>
          <w:color w:val="111111"/>
          <w:sz w:val="27"/>
          <w:szCs w:val="27"/>
        </w:rPr>
        <w:t>а) охраняемым законом ценностям</w:t>
      </w:r>
      <w:r w:rsidRPr="00203732">
        <w:rPr>
          <w:color w:val="111111"/>
          <w:sz w:val="27"/>
          <w:szCs w:val="27"/>
        </w:rPr>
        <w:t xml:space="preserve"> контрольный(надзорный) орган в соответствии со статьей 60 Федерального закона №248-ФЗ принимает одно из следующих решений:</w:t>
      </w:r>
    </w:p>
    <w:p w:rsidR="0073359A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 w:rsidRPr="00203732">
        <w:rPr>
          <w:color w:val="111111"/>
          <w:sz w:val="27"/>
          <w:szCs w:val="27"/>
        </w:rPr>
        <w:t>- о проведении профилактических мероприятий, в том числе</w:t>
      </w:r>
      <w:r>
        <w:rPr>
          <w:color w:val="111111"/>
          <w:sz w:val="27"/>
          <w:szCs w:val="27"/>
        </w:rPr>
        <w:t xml:space="preserve"> о направлении</w:t>
      </w:r>
      <w:r w:rsidRPr="00203732">
        <w:rPr>
          <w:color w:val="111111"/>
          <w:sz w:val="27"/>
          <w:szCs w:val="27"/>
        </w:rPr>
        <w:t xml:space="preserve"> контролируемому лицу предостережения о недопустимости нарушения обязательных требований;</w:t>
      </w:r>
    </w:p>
    <w:p w:rsidR="0073359A" w:rsidRPr="00203732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- об отказе в проведении</w:t>
      </w:r>
      <w:r w:rsidRPr="00203732">
        <w:rPr>
          <w:color w:val="111111"/>
          <w:sz w:val="27"/>
          <w:szCs w:val="27"/>
        </w:rPr>
        <w:t xml:space="preserve"> контрольного (надзорного) мероприятия с взаимодействием с контролируемым лицом;</w:t>
      </w:r>
    </w:p>
    <w:p w:rsidR="0073359A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 w:rsidRPr="00203732">
        <w:rPr>
          <w:color w:val="111111"/>
          <w:sz w:val="27"/>
          <w:szCs w:val="27"/>
        </w:rPr>
        <w:t>- о проведении контрол</w:t>
      </w:r>
      <w:r>
        <w:rPr>
          <w:color w:val="111111"/>
          <w:sz w:val="27"/>
          <w:szCs w:val="27"/>
        </w:rPr>
        <w:t xml:space="preserve">ьного (надзорного) мероприятия </w:t>
      </w:r>
      <w:r w:rsidRPr="00203732">
        <w:rPr>
          <w:color w:val="111111"/>
          <w:sz w:val="27"/>
          <w:szCs w:val="27"/>
        </w:rPr>
        <w:t>с взаимодействием с контролируемым лицом.</w:t>
      </w:r>
    </w:p>
    <w:p w:rsidR="0073359A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 w:rsidRPr="00203732">
        <w:rPr>
          <w:color w:val="111111"/>
          <w:sz w:val="27"/>
          <w:szCs w:val="27"/>
        </w:rPr>
        <w:t>При рассмотрении обращений и заявлений учитываются результаты рассмотре</w:t>
      </w:r>
      <w:r>
        <w:rPr>
          <w:color w:val="111111"/>
          <w:sz w:val="27"/>
          <w:szCs w:val="27"/>
        </w:rPr>
        <w:t xml:space="preserve">ния ранее поступивших </w:t>
      </w:r>
      <w:r w:rsidRPr="00203732">
        <w:rPr>
          <w:color w:val="111111"/>
          <w:sz w:val="27"/>
          <w:szCs w:val="27"/>
        </w:rPr>
        <w:t>обращений и заявлений</w:t>
      </w:r>
      <w:r>
        <w:rPr>
          <w:color w:val="111111"/>
          <w:sz w:val="27"/>
          <w:szCs w:val="27"/>
        </w:rPr>
        <w:t xml:space="preserve"> по затрагиваемым в них вопросам</w:t>
      </w:r>
      <w:r w:rsidRPr="00203732">
        <w:rPr>
          <w:color w:val="111111"/>
          <w:sz w:val="27"/>
          <w:szCs w:val="27"/>
        </w:rPr>
        <w:t>, информации, а также результаты ранее проведенных мероприятий по контролю в отношении соответствующих лиц и организаций.</w:t>
      </w:r>
    </w:p>
    <w:p w:rsidR="0073359A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</w:p>
    <w:p w:rsidR="0073359A" w:rsidRPr="00203732" w:rsidRDefault="0073359A" w:rsidP="00824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>Пресс-служба Управления Росреестра по Омской области</w:t>
      </w:r>
      <w:bookmarkStart w:id="0" w:name="_GoBack"/>
      <w:bookmarkEnd w:id="0"/>
    </w:p>
    <w:p w:rsidR="0073359A" w:rsidRDefault="0073359A" w:rsidP="004E3C5F">
      <w:pPr>
        <w:spacing w:after="0" w:line="240" w:lineRule="auto"/>
        <w:jc w:val="right"/>
        <w:rPr>
          <w:rFonts w:ascii="Times New Roman" w:hAnsi="Times New Roman"/>
          <w:b/>
          <w:sz w:val="27"/>
          <w:szCs w:val="27"/>
        </w:rPr>
      </w:pPr>
    </w:p>
    <w:sectPr w:rsidR="0073359A" w:rsidSect="008B0FAB">
      <w:headerReference w:type="default" r:id="rId7"/>
      <w:type w:val="continuous"/>
      <w:pgSz w:w="11906" w:h="16838"/>
      <w:pgMar w:top="709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9A" w:rsidRDefault="0073359A" w:rsidP="007449A6">
      <w:pPr>
        <w:spacing w:after="0" w:line="240" w:lineRule="auto"/>
      </w:pPr>
      <w:r>
        <w:separator/>
      </w:r>
    </w:p>
  </w:endnote>
  <w:endnote w:type="continuationSeparator" w:id="1">
    <w:p w:rsidR="0073359A" w:rsidRDefault="0073359A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9A" w:rsidRDefault="0073359A" w:rsidP="007449A6">
      <w:pPr>
        <w:spacing w:after="0" w:line="240" w:lineRule="auto"/>
      </w:pPr>
      <w:r>
        <w:separator/>
      </w:r>
    </w:p>
  </w:footnote>
  <w:footnote w:type="continuationSeparator" w:id="1">
    <w:p w:rsidR="0073359A" w:rsidRDefault="0073359A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59A" w:rsidRDefault="0073359A" w:rsidP="00FD61F4">
    <w:pPr>
      <w:pStyle w:val="Header"/>
      <w:jc w:val="center"/>
      <w:rPr>
        <w:noProof/>
      </w:rPr>
    </w:pPr>
    <w:fldSimple w:instr=" PAGE   \* MERGEFORMAT ">
      <w:r>
        <w:rPr>
          <w:noProof/>
        </w:rPr>
        <w:t>2</w:t>
      </w:r>
    </w:fldSimple>
  </w:p>
  <w:p w:rsidR="0073359A" w:rsidRDefault="0073359A" w:rsidP="00FD61F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3E"/>
    <w:rsid w:val="00006B7E"/>
    <w:rsid w:val="00017D2C"/>
    <w:rsid w:val="0002074B"/>
    <w:rsid w:val="0002339B"/>
    <w:rsid w:val="000302F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63C7A"/>
    <w:rsid w:val="00071C77"/>
    <w:rsid w:val="00071D8A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A3C8D"/>
    <w:rsid w:val="000B5BC3"/>
    <w:rsid w:val="000B5CDB"/>
    <w:rsid w:val="000B60F2"/>
    <w:rsid w:val="000B669B"/>
    <w:rsid w:val="000B78B3"/>
    <w:rsid w:val="000D22B9"/>
    <w:rsid w:val="000E4495"/>
    <w:rsid w:val="000F51F9"/>
    <w:rsid w:val="000F6D51"/>
    <w:rsid w:val="000F6F34"/>
    <w:rsid w:val="00111313"/>
    <w:rsid w:val="001172B5"/>
    <w:rsid w:val="00120306"/>
    <w:rsid w:val="0013352B"/>
    <w:rsid w:val="00137467"/>
    <w:rsid w:val="0014081F"/>
    <w:rsid w:val="00141A9C"/>
    <w:rsid w:val="00143FEA"/>
    <w:rsid w:val="001441E1"/>
    <w:rsid w:val="0014574E"/>
    <w:rsid w:val="00145A43"/>
    <w:rsid w:val="001537DE"/>
    <w:rsid w:val="00154943"/>
    <w:rsid w:val="00162B78"/>
    <w:rsid w:val="001652B5"/>
    <w:rsid w:val="001733E2"/>
    <w:rsid w:val="0017397E"/>
    <w:rsid w:val="00173DD7"/>
    <w:rsid w:val="0017626D"/>
    <w:rsid w:val="00180953"/>
    <w:rsid w:val="00184924"/>
    <w:rsid w:val="00184FA8"/>
    <w:rsid w:val="00185C12"/>
    <w:rsid w:val="00193044"/>
    <w:rsid w:val="001A47CD"/>
    <w:rsid w:val="001A7C48"/>
    <w:rsid w:val="001B11CD"/>
    <w:rsid w:val="001C2953"/>
    <w:rsid w:val="001C2BA4"/>
    <w:rsid w:val="001E0D98"/>
    <w:rsid w:val="001E233F"/>
    <w:rsid w:val="001E3B17"/>
    <w:rsid w:val="001F6F1D"/>
    <w:rsid w:val="00203732"/>
    <w:rsid w:val="00205919"/>
    <w:rsid w:val="00207274"/>
    <w:rsid w:val="002075A2"/>
    <w:rsid w:val="0021320C"/>
    <w:rsid w:val="00221639"/>
    <w:rsid w:val="002232AB"/>
    <w:rsid w:val="0022538E"/>
    <w:rsid w:val="002340BD"/>
    <w:rsid w:val="00244770"/>
    <w:rsid w:val="002515F4"/>
    <w:rsid w:val="002520FD"/>
    <w:rsid w:val="00252FE5"/>
    <w:rsid w:val="00257A51"/>
    <w:rsid w:val="002619A6"/>
    <w:rsid w:val="002630FB"/>
    <w:rsid w:val="00266AD6"/>
    <w:rsid w:val="002704FE"/>
    <w:rsid w:val="00272474"/>
    <w:rsid w:val="002803DA"/>
    <w:rsid w:val="00284A2C"/>
    <w:rsid w:val="00285A49"/>
    <w:rsid w:val="00292C50"/>
    <w:rsid w:val="00292CFC"/>
    <w:rsid w:val="00292CFE"/>
    <w:rsid w:val="002971C3"/>
    <w:rsid w:val="00297D41"/>
    <w:rsid w:val="002A5416"/>
    <w:rsid w:val="002B7941"/>
    <w:rsid w:val="002C1B91"/>
    <w:rsid w:val="002C37FC"/>
    <w:rsid w:val="002D1752"/>
    <w:rsid w:val="002D569C"/>
    <w:rsid w:val="002E1F3E"/>
    <w:rsid w:val="002E2319"/>
    <w:rsid w:val="002E431E"/>
    <w:rsid w:val="002F48C6"/>
    <w:rsid w:val="003079D3"/>
    <w:rsid w:val="0031269E"/>
    <w:rsid w:val="00313AB2"/>
    <w:rsid w:val="003247DE"/>
    <w:rsid w:val="00325915"/>
    <w:rsid w:val="003264A9"/>
    <w:rsid w:val="0033087C"/>
    <w:rsid w:val="00333C6A"/>
    <w:rsid w:val="00337CC2"/>
    <w:rsid w:val="00344A5F"/>
    <w:rsid w:val="003468B3"/>
    <w:rsid w:val="003471F4"/>
    <w:rsid w:val="00353B3B"/>
    <w:rsid w:val="003558DE"/>
    <w:rsid w:val="00356944"/>
    <w:rsid w:val="00364DEA"/>
    <w:rsid w:val="00367923"/>
    <w:rsid w:val="00370257"/>
    <w:rsid w:val="00371849"/>
    <w:rsid w:val="00372D1F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7E21"/>
    <w:rsid w:val="003F3730"/>
    <w:rsid w:val="003F4F56"/>
    <w:rsid w:val="003F71BF"/>
    <w:rsid w:val="003F78EC"/>
    <w:rsid w:val="003F7A6B"/>
    <w:rsid w:val="00403659"/>
    <w:rsid w:val="004043C3"/>
    <w:rsid w:val="004103F7"/>
    <w:rsid w:val="004157BE"/>
    <w:rsid w:val="004171E4"/>
    <w:rsid w:val="0042192C"/>
    <w:rsid w:val="0042313E"/>
    <w:rsid w:val="004240BA"/>
    <w:rsid w:val="0044611A"/>
    <w:rsid w:val="00451476"/>
    <w:rsid w:val="00455394"/>
    <w:rsid w:val="004616C5"/>
    <w:rsid w:val="00464F03"/>
    <w:rsid w:val="00465BD5"/>
    <w:rsid w:val="004720A5"/>
    <w:rsid w:val="00472241"/>
    <w:rsid w:val="004826AA"/>
    <w:rsid w:val="00482E6A"/>
    <w:rsid w:val="00483DBA"/>
    <w:rsid w:val="00485F28"/>
    <w:rsid w:val="004978A7"/>
    <w:rsid w:val="004A43B5"/>
    <w:rsid w:val="004A4A54"/>
    <w:rsid w:val="004A5AA1"/>
    <w:rsid w:val="004A5F54"/>
    <w:rsid w:val="004A70A0"/>
    <w:rsid w:val="004A72BE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D597C"/>
    <w:rsid w:val="004E0A59"/>
    <w:rsid w:val="004E1211"/>
    <w:rsid w:val="004E3C5F"/>
    <w:rsid w:val="004E443F"/>
    <w:rsid w:val="004E61D5"/>
    <w:rsid w:val="004E658E"/>
    <w:rsid w:val="004E6F45"/>
    <w:rsid w:val="004F1C1A"/>
    <w:rsid w:val="004F4B3B"/>
    <w:rsid w:val="0050266B"/>
    <w:rsid w:val="00503BB0"/>
    <w:rsid w:val="00514545"/>
    <w:rsid w:val="00515461"/>
    <w:rsid w:val="0051733E"/>
    <w:rsid w:val="00517D3E"/>
    <w:rsid w:val="005218B7"/>
    <w:rsid w:val="00521A66"/>
    <w:rsid w:val="005225AF"/>
    <w:rsid w:val="00527A09"/>
    <w:rsid w:val="00527B00"/>
    <w:rsid w:val="00531CCB"/>
    <w:rsid w:val="00534D7F"/>
    <w:rsid w:val="005421D9"/>
    <w:rsid w:val="00542C99"/>
    <w:rsid w:val="00544505"/>
    <w:rsid w:val="005453BA"/>
    <w:rsid w:val="00547EC9"/>
    <w:rsid w:val="00552D1E"/>
    <w:rsid w:val="005548F7"/>
    <w:rsid w:val="00555229"/>
    <w:rsid w:val="005618E6"/>
    <w:rsid w:val="00563135"/>
    <w:rsid w:val="005646D4"/>
    <w:rsid w:val="00570AD1"/>
    <w:rsid w:val="00576A1C"/>
    <w:rsid w:val="00582A65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F318F"/>
    <w:rsid w:val="005F3BAB"/>
    <w:rsid w:val="006117F4"/>
    <w:rsid w:val="0061333A"/>
    <w:rsid w:val="00613717"/>
    <w:rsid w:val="006220B8"/>
    <w:rsid w:val="0062374B"/>
    <w:rsid w:val="00623E07"/>
    <w:rsid w:val="00625587"/>
    <w:rsid w:val="0062627D"/>
    <w:rsid w:val="006338B2"/>
    <w:rsid w:val="00634255"/>
    <w:rsid w:val="00635F1F"/>
    <w:rsid w:val="006463F8"/>
    <w:rsid w:val="00654A77"/>
    <w:rsid w:val="00654E91"/>
    <w:rsid w:val="006600F5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A5EE4"/>
    <w:rsid w:val="006B1CB0"/>
    <w:rsid w:val="006B489D"/>
    <w:rsid w:val="006B4F4D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E00F0"/>
    <w:rsid w:val="006E25FD"/>
    <w:rsid w:val="006E3A40"/>
    <w:rsid w:val="006E653C"/>
    <w:rsid w:val="006E698A"/>
    <w:rsid w:val="006F12E7"/>
    <w:rsid w:val="006F2E34"/>
    <w:rsid w:val="006F368C"/>
    <w:rsid w:val="006F412C"/>
    <w:rsid w:val="007130E4"/>
    <w:rsid w:val="00713200"/>
    <w:rsid w:val="00716CF8"/>
    <w:rsid w:val="00723509"/>
    <w:rsid w:val="00723CBE"/>
    <w:rsid w:val="007303E5"/>
    <w:rsid w:val="00730F01"/>
    <w:rsid w:val="0073359A"/>
    <w:rsid w:val="0073372F"/>
    <w:rsid w:val="00735252"/>
    <w:rsid w:val="007366BD"/>
    <w:rsid w:val="00736929"/>
    <w:rsid w:val="007371D4"/>
    <w:rsid w:val="00742C07"/>
    <w:rsid w:val="007447B4"/>
    <w:rsid w:val="007449A6"/>
    <w:rsid w:val="007450B5"/>
    <w:rsid w:val="007458B8"/>
    <w:rsid w:val="00746418"/>
    <w:rsid w:val="00747C5D"/>
    <w:rsid w:val="00753270"/>
    <w:rsid w:val="00753CED"/>
    <w:rsid w:val="00754D8A"/>
    <w:rsid w:val="00755BB7"/>
    <w:rsid w:val="007561AA"/>
    <w:rsid w:val="00762236"/>
    <w:rsid w:val="007724CD"/>
    <w:rsid w:val="0079127B"/>
    <w:rsid w:val="007A2C67"/>
    <w:rsid w:val="007A6149"/>
    <w:rsid w:val="007A640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62C5"/>
    <w:rsid w:val="007D70AE"/>
    <w:rsid w:val="007E2F32"/>
    <w:rsid w:val="007E4AC3"/>
    <w:rsid w:val="007F5C47"/>
    <w:rsid w:val="007F7D74"/>
    <w:rsid w:val="008003F4"/>
    <w:rsid w:val="00803DC3"/>
    <w:rsid w:val="00807B11"/>
    <w:rsid w:val="00810557"/>
    <w:rsid w:val="008124CF"/>
    <w:rsid w:val="00817E91"/>
    <w:rsid w:val="0082156A"/>
    <w:rsid w:val="00822975"/>
    <w:rsid w:val="008243A7"/>
    <w:rsid w:val="00824B63"/>
    <w:rsid w:val="008321CF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7EF"/>
    <w:rsid w:val="00880932"/>
    <w:rsid w:val="008830DB"/>
    <w:rsid w:val="00886BB6"/>
    <w:rsid w:val="0089221B"/>
    <w:rsid w:val="00894B07"/>
    <w:rsid w:val="008A0B20"/>
    <w:rsid w:val="008A5EF2"/>
    <w:rsid w:val="008A68E8"/>
    <w:rsid w:val="008B0FAB"/>
    <w:rsid w:val="008C0C44"/>
    <w:rsid w:val="008C163C"/>
    <w:rsid w:val="008D57C3"/>
    <w:rsid w:val="008D5B48"/>
    <w:rsid w:val="008D6BD0"/>
    <w:rsid w:val="008E4483"/>
    <w:rsid w:val="008F1B31"/>
    <w:rsid w:val="008F362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6986"/>
    <w:rsid w:val="00951558"/>
    <w:rsid w:val="00953828"/>
    <w:rsid w:val="009654D5"/>
    <w:rsid w:val="00981319"/>
    <w:rsid w:val="009842CC"/>
    <w:rsid w:val="00996E4F"/>
    <w:rsid w:val="0099726D"/>
    <w:rsid w:val="009B2F8C"/>
    <w:rsid w:val="009B3B45"/>
    <w:rsid w:val="009B77E8"/>
    <w:rsid w:val="009C4651"/>
    <w:rsid w:val="009C5884"/>
    <w:rsid w:val="009D0EF7"/>
    <w:rsid w:val="009D3EC7"/>
    <w:rsid w:val="009D6063"/>
    <w:rsid w:val="009E4CE9"/>
    <w:rsid w:val="009F15F5"/>
    <w:rsid w:val="009F3FBA"/>
    <w:rsid w:val="009F424E"/>
    <w:rsid w:val="00A13AD4"/>
    <w:rsid w:val="00A20FE8"/>
    <w:rsid w:val="00A22A10"/>
    <w:rsid w:val="00A244AB"/>
    <w:rsid w:val="00A30BD3"/>
    <w:rsid w:val="00A32B37"/>
    <w:rsid w:val="00A405C5"/>
    <w:rsid w:val="00A40D30"/>
    <w:rsid w:val="00A40FFE"/>
    <w:rsid w:val="00A45160"/>
    <w:rsid w:val="00A52877"/>
    <w:rsid w:val="00A5455A"/>
    <w:rsid w:val="00A57EFC"/>
    <w:rsid w:val="00A63324"/>
    <w:rsid w:val="00A6434C"/>
    <w:rsid w:val="00A6536E"/>
    <w:rsid w:val="00A730E4"/>
    <w:rsid w:val="00A744F5"/>
    <w:rsid w:val="00A7505C"/>
    <w:rsid w:val="00A80461"/>
    <w:rsid w:val="00A861E5"/>
    <w:rsid w:val="00A959CE"/>
    <w:rsid w:val="00AA1A45"/>
    <w:rsid w:val="00AA1EEE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6E10"/>
    <w:rsid w:val="00AD7057"/>
    <w:rsid w:val="00AE0CCD"/>
    <w:rsid w:val="00AE1CA2"/>
    <w:rsid w:val="00AE4DA4"/>
    <w:rsid w:val="00AF62D4"/>
    <w:rsid w:val="00AF6F05"/>
    <w:rsid w:val="00AF7A9D"/>
    <w:rsid w:val="00B06904"/>
    <w:rsid w:val="00B074FC"/>
    <w:rsid w:val="00B1159C"/>
    <w:rsid w:val="00B14CF1"/>
    <w:rsid w:val="00B168AC"/>
    <w:rsid w:val="00B208C1"/>
    <w:rsid w:val="00B2153E"/>
    <w:rsid w:val="00B22E16"/>
    <w:rsid w:val="00B2622E"/>
    <w:rsid w:val="00B306F3"/>
    <w:rsid w:val="00B316A3"/>
    <w:rsid w:val="00B32A7E"/>
    <w:rsid w:val="00B32F35"/>
    <w:rsid w:val="00B351ED"/>
    <w:rsid w:val="00B37A43"/>
    <w:rsid w:val="00B43A55"/>
    <w:rsid w:val="00B44ECA"/>
    <w:rsid w:val="00B461C9"/>
    <w:rsid w:val="00B51D3F"/>
    <w:rsid w:val="00B52EA7"/>
    <w:rsid w:val="00B54753"/>
    <w:rsid w:val="00B54F42"/>
    <w:rsid w:val="00B604F3"/>
    <w:rsid w:val="00B709F6"/>
    <w:rsid w:val="00B712CC"/>
    <w:rsid w:val="00B73284"/>
    <w:rsid w:val="00B735B7"/>
    <w:rsid w:val="00B74273"/>
    <w:rsid w:val="00B8163B"/>
    <w:rsid w:val="00B83196"/>
    <w:rsid w:val="00B83274"/>
    <w:rsid w:val="00B90142"/>
    <w:rsid w:val="00B918FD"/>
    <w:rsid w:val="00B9667B"/>
    <w:rsid w:val="00BA0A60"/>
    <w:rsid w:val="00BA4F9D"/>
    <w:rsid w:val="00BB1188"/>
    <w:rsid w:val="00BB23DD"/>
    <w:rsid w:val="00BB4E24"/>
    <w:rsid w:val="00BB5814"/>
    <w:rsid w:val="00BB7FE7"/>
    <w:rsid w:val="00BD5581"/>
    <w:rsid w:val="00BE039F"/>
    <w:rsid w:val="00BE1CD4"/>
    <w:rsid w:val="00BE21A1"/>
    <w:rsid w:val="00BE27E3"/>
    <w:rsid w:val="00BF0392"/>
    <w:rsid w:val="00BF07C6"/>
    <w:rsid w:val="00BF0FC0"/>
    <w:rsid w:val="00BF6B42"/>
    <w:rsid w:val="00C13FD7"/>
    <w:rsid w:val="00C20BCD"/>
    <w:rsid w:val="00C20E9E"/>
    <w:rsid w:val="00C228D9"/>
    <w:rsid w:val="00C24769"/>
    <w:rsid w:val="00C25D8B"/>
    <w:rsid w:val="00C32897"/>
    <w:rsid w:val="00C36265"/>
    <w:rsid w:val="00C36618"/>
    <w:rsid w:val="00C419BD"/>
    <w:rsid w:val="00C442E8"/>
    <w:rsid w:val="00C46E93"/>
    <w:rsid w:val="00C522C5"/>
    <w:rsid w:val="00C534F5"/>
    <w:rsid w:val="00C57B9E"/>
    <w:rsid w:val="00C60E72"/>
    <w:rsid w:val="00C66F89"/>
    <w:rsid w:val="00C67BE0"/>
    <w:rsid w:val="00C72EEB"/>
    <w:rsid w:val="00C848C4"/>
    <w:rsid w:val="00C8531D"/>
    <w:rsid w:val="00C87A23"/>
    <w:rsid w:val="00C904BE"/>
    <w:rsid w:val="00C937AD"/>
    <w:rsid w:val="00C93C9A"/>
    <w:rsid w:val="00C9400A"/>
    <w:rsid w:val="00CA07BB"/>
    <w:rsid w:val="00CA1B33"/>
    <w:rsid w:val="00CA5F03"/>
    <w:rsid w:val="00CB58FA"/>
    <w:rsid w:val="00CB70DC"/>
    <w:rsid w:val="00CC6D21"/>
    <w:rsid w:val="00CD36B1"/>
    <w:rsid w:val="00CD393B"/>
    <w:rsid w:val="00CD5330"/>
    <w:rsid w:val="00CD570D"/>
    <w:rsid w:val="00CE3843"/>
    <w:rsid w:val="00CE416E"/>
    <w:rsid w:val="00CE55B3"/>
    <w:rsid w:val="00CF2819"/>
    <w:rsid w:val="00D01BC6"/>
    <w:rsid w:val="00D07157"/>
    <w:rsid w:val="00D17031"/>
    <w:rsid w:val="00D17BAC"/>
    <w:rsid w:val="00D220A0"/>
    <w:rsid w:val="00D22826"/>
    <w:rsid w:val="00D25218"/>
    <w:rsid w:val="00D43B5B"/>
    <w:rsid w:val="00D46382"/>
    <w:rsid w:val="00D46E5D"/>
    <w:rsid w:val="00D50811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24312"/>
    <w:rsid w:val="00E267B2"/>
    <w:rsid w:val="00E2773D"/>
    <w:rsid w:val="00E32601"/>
    <w:rsid w:val="00E342C5"/>
    <w:rsid w:val="00E4025A"/>
    <w:rsid w:val="00E42A7F"/>
    <w:rsid w:val="00E44F06"/>
    <w:rsid w:val="00E517FA"/>
    <w:rsid w:val="00E54895"/>
    <w:rsid w:val="00E554E5"/>
    <w:rsid w:val="00E67897"/>
    <w:rsid w:val="00E74ACC"/>
    <w:rsid w:val="00E760F0"/>
    <w:rsid w:val="00E83BD5"/>
    <w:rsid w:val="00E84B23"/>
    <w:rsid w:val="00E85B4C"/>
    <w:rsid w:val="00E86B85"/>
    <w:rsid w:val="00E873DC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2E67"/>
    <w:rsid w:val="00EB69A8"/>
    <w:rsid w:val="00EC0012"/>
    <w:rsid w:val="00EC5459"/>
    <w:rsid w:val="00ED1C73"/>
    <w:rsid w:val="00ED5499"/>
    <w:rsid w:val="00EE7659"/>
    <w:rsid w:val="00F01A21"/>
    <w:rsid w:val="00F02D06"/>
    <w:rsid w:val="00F04418"/>
    <w:rsid w:val="00F04D0E"/>
    <w:rsid w:val="00F053B0"/>
    <w:rsid w:val="00F11EC2"/>
    <w:rsid w:val="00F13116"/>
    <w:rsid w:val="00F15812"/>
    <w:rsid w:val="00F20D25"/>
    <w:rsid w:val="00F234B6"/>
    <w:rsid w:val="00F23F5A"/>
    <w:rsid w:val="00F30030"/>
    <w:rsid w:val="00F41EF8"/>
    <w:rsid w:val="00F427DA"/>
    <w:rsid w:val="00F44F14"/>
    <w:rsid w:val="00F512DA"/>
    <w:rsid w:val="00F523A2"/>
    <w:rsid w:val="00F55FEE"/>
    <w:rsid w:val="00F57347"/>
    <w:rsid w:val="00F57D63"/>
    <w:rsid w:val="00F660F0"/>
    <w:rsid w:val="00F709D1"/>
    <w:rsid w:val="00F8728A"/>
    <w:rsid w:val="00F909D8"/>
    <w:rsid w:val="00F91433"/>
    <w:rsid w:val="00F91E45"/>
    <w:rsid w:val="00F94613"/>
    <w:rsid w:val="00F95413"/>
    <w:rsid w:val="00FA1FA9"/>
    <w:rsid w:val="00FA349E"/>
    <w:rsid w:val="00FA461E"/>
    <w:rsid w:val="00FB30D7"/>
    <w:rsid w:val="00FB385E"/>
    <w:rsid w:val="00FB437C"/>
    <w:rsid w:val="00FB6A42"/>
    <w:rsid w:val="00FC49EF"/>
    <w:rsid w:val="00FC6143"/>
    <w:rsid w:val="00FD3BF6"/>
    <w:rsid w:val="00FD5EC5"/>
    <w:rsid w:val="00FD61F4"/>
    <w:rsid w:val="00FE562E"/>
    <w:rsid w:val="00FF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8A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4A54"/>
    <w:rPr>
      <w:rFonts w:ascii="Times New Roman" w:hAnsi="Times New Roman"/>
      <w:b/>
      <w:kern w:val="36"/>
      <w:sz w:val="48"/>
    </w:rPr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D3E"/>
    <w:rPr>
      <w:rFonts w:ascii="Times New Roman" w:hAnsi="Times New Roman"/>
      <w:b/>
      <w:i/>
      <w:sz w:val="32"/>
    </w:rPr>
  </w:style>
  <w:style w:type="paragraph" w:styleId="BodyTextIndent">
    <w:name w:val="Body Text Indent"/>
    <w:basedOn w:val="Normal"/>
    <w:link w:val="BodyTextIndentChar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7D3E"/>
    <w:rPr>
      <w:rFonts w:ascii="Times New Roman" w:hAnsi="Times New Roman"/>
      <w:b/>
      <w:sz w:val="32"/>
    </w:rPr>
  </w:style>
  <w:style w:type="character" w:styleId="Hyperlink">
    <w:name w:val="Hyperlink"/>
    <w:basedOn w:val="DefaultParagraphFont"/>
    <w:uiPriority w:val="99"/>
    <w:rsid w:val="002340B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515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449A6"/>
  </w:style>
  <w:style w:type="paragraph" w:styleId="Footer">
    <w:name w:val="footer"/>
    <w:basedOn w:val="Normal"/>
    <w:link w:val="FooterChar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49A6"/>
  </w:style>
  <w:style w:type="table" w:styleId="TableGrid">
    <w:name w:val="Table Grid"/>
    <w:basedOn w:val="TableNormal"/>
    <w:uiPriority w:val="99"/>
    <w:locked/>
    <w:rsid w:val="00871E5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822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22E3"/>
    <w:rPr>
      <w:rFonts w:ascii="Tahoma" w:hAnsi="Tahoma"/>
      <w:sz w:val="16"/>
    </w:rPr>
  </w:style>
  <w:style w:type="character" w:customStyle="1" w:styleId="blk">
    <w:name w:val="blk"/>
    <w:basedOn w:val="DefaultParagraphFont"/>
    <w:uiPriority w:val="99"/>
    <w:rsid w:val="00B351ED"/>
    <w:rPr>
      <w:rFonts w:cs="Times New Roman"/>
    </w:rPr>
  </w:style>
  <w:style w:type="paragraph" w:customStyle="1" w:styleId="toright">
    <w:name w:val="toright"/>
    <w:basedOn w:val="Normal"/>
    <w:uiPriority w:val="99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822975"/>
    <w:rPr>
      <w:rFonts w:cs="Times New Roman"/>
      <w:i/>
    </w:rPr>
  </w:style>
  <w:style w:type="character" w:customStyle="1" w:styleId="apple-converted-space">
    <w:name w:val="apple-converted-space"/>
    <w:uiPriority w:val="99"/>
    <w:rsid w:val="00CD570D"/>
  </w:style>
  <w:style w:type="character" w:customStyle="1" w:styleId="2">
    <w:name w:val="Основной текст (2)_"/>
    <w:basedOn w:val="DefaultParagraphFont"/>
    <w:link w:val="20"/>
    <w:uiPriority w:val="99"/>
    <w:locked/>
    <w:rsid w:val="00173DD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">
    <w:name w:val="Колонтитул_"/>
    <w:basedOn w:val="DefaultParagraphFont"/>
    <w:link w:val="a0"/>
    <w:uiPriority w:val="99"/>
    <w:locked/>
    <w:rsid w:val="00173DD7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173DD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DefaultParagraphFont"/>
    <w:link w:val="30"/>
    <w:uiPriority w:val="99"/>
    <w:locked/>
    <w:rsid w:val="00173DD7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a0">
    <w:name w:val="Колонтитул"/>
    <w:basedOn w:val="Normal"/>
    <w:link w:val="a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Normal"/>
    <w:link w:val="21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Normal"/>
    <w:link w:val="3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55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5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53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55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3404</TotalTime>
  <Pages>2</Pages>
  <Words>648</Words>
  <Characters>3697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Pechenko</cp:lastModifiedBy>
  <cp:revision>794</cp:revision>
  <cp:lastPrinted>2021-10-21T05:17:00Z</cp:lastPrinted>
  <dcterms:created xsi:type="dcterms:W3CDTF">2012-08-30T04:17:00Z</dcterms:created>
  <dcterms:modified xsi:type="dcterms:W3CDTF">2023-06-19T04:06:00Z</dcterms:modified>
</cp:coreProperties>
</file>