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AC" w:rsidRPr="0030528B" w:rsidRDefault="00AD7DAC" w:rsidP="00B975F2">
      <w:pPr>
        <w:jc w:val="both"/>
        <w:rPr>
          <w:rFonts w:ascii="Times New Roman" w:hAnsi="Times New Roman"/>
          <w:b/>
          <w:sz w:val="28"/>
          <w:szCs w:val="28"/>
        </w:rPr>
      </w:pPr>
      <w:r w:rsidRPr="0030528B">
        <w:rPr>
          <w:rFonts w:ascii="Times New Roman" w:hAnsi="Times New Roman"/>
          <w:b/>
          <w:sz w:val="28"/>
          <w:szCs w:val="28"/>
        </w:rPr>
        <w:t>В Омской области выявлено еще более 100 тысяч кв. м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30528B">
        <w:rPr>
          <w:rFonts w:ascii="Times New Roman" w:hAnsi="Times New Roman"/>
          <w:b/>
          <w:sz w:val="28"/>
          <w:szCs w:val="28"/>
        </w:rPr>
        <w:t xml:space="preserve">земель, пригодных для жилищного строительства </w:t>
      </w:r>
    </w:p>
    <w:p w:rsidR="00AD7DAC" w:rsidRPr="0030528B" w:rsidRDefault="00AD7DAC" w:rsidP="00B975F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0528B">
        <w:rPr>
          <w:rFonts w:ascii="Times New Roman" w:hAnsi="Times New Roman"/>
          <w:sz w:val="28"/>
          <w:szCs w:val="28"/>
        </w:rPr>
        <w:t xml:space="preserve">В декабре в Управлении Росреестра по Омской области состоялось очередное заседание оперативного штаба по выявлению земель, пригодных для жилищного строительства.  </w:t>
      </w:r>
    </w:p>
    <w:p w:rsidR="00AD7DAC" w:rsidRPr="0030528B" w:rsidRDefault="00AD7DAC" w:rsidP="00B975F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30528B">
        <w:rPr>
          <w:rFonts w:ascii="Times New Roman" w:hAnsi="Times New Roman"/>
          <w:sz w:val="28"/>
          <w:szCs w:val="28"/>
        </w:rPr>
        <w:t xml:space="preserve">итогам </w:t>
      </w:r>
      <w:r>
        <w:rPr>
          <w:rFonts w:ascii="Times New Roman" w:hAnsi="Times New Roman"/>
          <w:sz w:val="28"/>
          <w:szCs w:val="28"/>
        </w:rPr>
        <w:t xml:space="preserve">заседания </w:t>
      </w:r>
      <w:r w:rsidRPr="0030528B">
        <w:rPr>
          <w:rFonts w:ascii="Times New Roman" w:hAnsi="Times New Roman"/>
          <w:sz w:val="28"/>
          <w:szCs w:val="28"/>
        </w:rPr>
        <w:t>принято решение о включении в «Банк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528B">
        <w:rPr>
          <w:rFonts w:ascii="Times New Roman" w:hAnsi="Times New Roman"/>
          <w:sz w:val="28"/>
          <w:szCs w:val="28"/>
        </w:rPr>
        <w:t>земли» еще двух земельных участков общей площадью 82 559,00 кв. м. и одной территории площадью 21 860,00 кв. м., на которой возможно образование земельных участков с их последующим вовлечением в жилищное строительство.</w:t>
      </w:r>
    </w:p>
    <w:p w:rsidR="00AD7DAC" w:rsidRPr="0030528B" w:rsidRDefault="00AD7DAC" w:rsidP="00B975F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0528B">
        <w:rPr>
          <w:rFonts w:ascii="Times New Roman" w:hAnsi="Times New Roman"/>
          <w:sz w:val="28"/>
          <w:szCs w:val="28"/>
        </w:rPr>
        <w:t>Зоны для анализа эффективности использования земель Омской области находятся в пределах семи административно-территориальных образований –Омск и прилегающая к нему территория в пределах 30-ти километровой зоны от границ города, город Калачинск, села Азово, Сосновка и деревня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528B">
        <w:rPr>
          <w:rFonts w:ascii="Times New Roman" w:hAnsi="Times New Roman"/>
          <w:sz w:val="28"/>
          <w:szCs w:val="28"/>
        </w:rPr>
        <w:t>Гауф Азовского национального муниципального района Омской области, город Исилькуль и деревня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528B">
        <w:rPr>
          <w:rFonts w:ascii="Times New Roman" w:hAnsi="Times New Roman"/>
          <w:sz w:val="28"/>
          <w:szCs w:val="28"/>
        </w:rPr>
        <w:t>Апполоновка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528B">
        <w:rPr>
          <w:rFonts w:ascii="Times New Roman" w:hAnsi="Times New Roman"/>
          <w:sz w:val="28"/>
          <w:szCs w:val="28"/>
        </w:rPr>
        <w:t>Исилькульского муниципального района Омской области.</w:t>
      </w:r>
    </w:p>
    <w:p w:rsidR="00AD7DAC" w:rsidRPr="0030528B" w:rsidRDefault="00AD7DAC" w:rsidP="00B975F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0528B">
        <w:rPr>
          <w:rFonts w:ascii="Times New Roman" w:hAnsi="Times New Roman"/>
          <w:sz w:val="28"/>
          <w:szCs w:val="28"/>
        </w:rPr>
        <w:t xml:space="preserve">Напомним, что всего с мая 2020 года в нашем регионе выявлено </w:t>
      </w:r>
      <w:r>
        <w:rPr>
          <w:rFonts w:ascii="Times New Roman" w:hAnsi="Times New Roman"/>
          <w:sz w:val="28"/>
          <w:szCs w:val="28"/>
        </w:rPr>
        <w:t>991</w:t>
      </w:r>
      <w:r w:rsidRPr="0030528B">
        <w:rPr>
          <w:rFonts w:ascii="Times New Roman" w:hAnsi="Times New Roman"/>
          <w:sz w:val="28"/>
          <w:szCs w:val="28"/>
        </w:rPr>
        <w:t xml:space="preserve"> га земель, пригодных для жилищного строительства </w:t>
      </w:r>
      <w:r>
        <w:rPr>
          <w:rFonts w:ascii="Times New Roman" w:hAnsi="Times New Roman"/>
          <w:sz w:val="28"/>
          <w:szCs w:val="28"/>
        </w:rPr>
        <w:t>и обладающих потенциалом в 1,64</w:t>
      </w:r>
      <w:r w:rsidRPr="0030528B">
        <w:rPr>
          <w:rFonts w:ascii="Times New Roman" w:hAnsi="Times New Roman"/>
          <w:sz w:val="28"/>
          <w:szCs w:val="28"/>
        </w:rPr>
        <w:t>млн</w:t>
      </w:r>
      <w:r>
        <w:rPr>
          <w:rFonts w:ascii="Times New Roman" w:hAnsi="Times New Roman"/>
          <w:sz w:val="28"/>
          <w:szCs w:val="28"/>
        </w:rPr>
        <w:t>.</w:t>
      </w:r>
      <w:r w:rsidRPr="0030528B">
        <w:rPr>
          <w:rFonts w:ascii="Times New Roman" w:hAnsi="Times New Roman"/>
          <w:sz w:val="28"/>
          <w:szCs w:val="28"/>
        </w:rPr>
        <w:t xml:space="preserve"> квадратных метров жилья.</w:t>
      </w:r>
    </w:p>
    <w:p w:rsidR="00AD7DAC" w:rsidRPr="0030528B" w:rsidRDefault="00AD7DAC" w:rsidP="00B975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0528B">
        <w:rPr>
          <w:rFonts w:ascii="Times New Roman" w:hAnsi="Times New Roman"/>
          <w:sz w:val="28"/>
          <w:szCs w:val="28"/>
        </w:rPr>
        <w:t>Пресс-служба Управления Росреестра по Омской области,</w:t>
      </w:r>
    </w:p>
    <w:p w:rsidR="00AD7DAC" w:rsidRPr="0030528B" w:rsidRDefault="00AD7DAC" w:rsidP="00B975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528B">
        <w:rPr>
          <w:rFonts w:ascii="Times New Roman" w:hAnsi="Times New Roman"/>
          <w:sz w:val="28"/>
          <w:szCs w:val="28"/>
        </w:rPr>
        <w:t>контактное лицо – Светлана Терентьева, 8-904-075-67-53</w:t>
      </w:r>
    </w:p>
    <w:sectPr w:rsidR="00AD7DAC" w:rsidRPr="0030528B" w:rsidSect="00D82DD1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2A16"/>
    <w:rsid w:val="00091258"/>
    <w:rsid w:val="000B15FF"/>
    <w:rsid w:val="000D6790"/>
    <w:rsid w:val="00103A3D"/>
    <w:rsid w:val="001059BE"/>
    <w:rsid w:val="00115E37"/>
    <w:rsid w:val="0012355D"/>
    <w:rsid w:val="00135AD1"/>
    <w:rsid w:val="00192FE1"/>
    <w:rsid w:val="001B0F54"/>
    <w:rsid w:val="001B420C"/>
    <w:rsid w:val="0022753C"/>
    <w:rsid w:val="002603F5"/>
    <w:rsid w:val="002814B5"/>
    <w:rsid w:val="002B1DD4"/>
    <w:rsid w:val="0030528B"/>
    <w:rsid w:val="00314EB7"/>
    <w:rsid w:val="00333D94"/>
    <w:rsid w:val="003936ED"/>
    <w:rsid w:val="003D2562"/>
    <w:rsid w:val="00424723"/>
    <w:rsid w:val="00424E90"/>
    <w:rsid w:val="00467051"/>
    <w:rsid w:val="004E13DD"/>
    <w:rsid w:val="005147ED"/>
    <w:rsid w:val="00522671"/>
    <w:rsid w:val="0055192A"/>
    <w:rsid w:val="00556765"/>
    <w:rsid w:val="00571716"/>
    <w:rsid w:val="005E664B"/>
    <w:rsid w:val="005F3A50"/>
    <w:rsid w:val="006037CE"/>
    <w:rsid w:val="0062393C"/>
    <w:rsid w:val="00646F2C"/>
    <w:rsid w:val="006566AE"/>
    <w:rsid w:val="00684444"/>
    <w:rsid w:val="006D2E08"/>
    <w:rsid w:val="006F6382"/>
    <w:rsid w:val="007036DE"/>
    <w:rsid w:val="00725D50"/>
    <w:rsid w:val="007543C6"/>
    <w:rsid w:val="007860CC"/>
    <w:rsid w:val="007A6C7D"/>
    <w:rsid w:val="007D27C8"/>
    <w:rsid w:val="007F3F53"/>
    <w:rsid w:val="00811FDA"/>
    <w:rsid w:val="00843129"/>
    <w:rsid w:val="00860D01"/>
    <w:rsid w:val="008C0F86"/>
    <w:rsid w:val="008E18BE"/>
    <w:rsid w:val="008E61AD"/>
    <w:rsid w:val="00927536"/>
    <w:rsid w:val="009B3053"/>
    <w:rsid w:val="009C7ED0"/>
    <w:rsid w:val="009E487D"/>
    <w:rsid w:val="00A41CF8"/>
    <w:rsid w:val="00A432FA"/>
    <w:rsid w:val="00AD7DAC"/>
    <w:rsid w:val="00AE342C"/>
    <w:rsid w:val="00AF386F"/>
    <w:rsid w:val="00B128E6"/>
    <w:rsid w:val="00B81CB5"/>
    <w:rsid w:val="00B975F2"/>
    <w:rsid w:val="00BB33F8"/>
    <w:rsid w:val="00BC103A"/>
    <w:rsid w:val="00BE09DC"/>
    <w:rsid w:val="00BE38FB"/>
    <w:rsid w:val="00C51054"/>
    <w:rsid w:val="00C80E5D"/>
    <w:rsid w:val="00D31F87"/>
    <w:rsid w:val="00D41A52"/>
    <w:rsid w:val="00D82DD1"/>
    <w:rsid w:val="00D86A82"/>
    <w:rsid w:val="00DA2A16"/>
    <w:rsid w:val="00DB1D60"/>
    <w:rsid w:val="00E83FC2"/>
    <w:rsid w:val="00EB0DE3"/>
    <w:rsid w:val="00EE5212"/>
    <w:rsid w:val="00EF37BB"/>
    <w:rsid w:val="00F62300"/>
    <w:rsid w:val="00F87C09"/>
    <w:rsid w:val="00FD0F24"/>
    <w:rsid w:val="00FE6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3F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27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7536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843129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</TotalTime>
  <Pages>1</Pages>
  <Words>187</Words>
  <Characters>1070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Исраилян Вероника Андрианиковна</dc:creator>
  <cp:keywords/>
  <dc:description/>
  <cp:lastModifiedBy>Pechenko</cp:lastModifiedBy>
  <cp:revision>39</cp:revision>
  <cp:lastPrinted>2022-12-29T04:16:00Z</cp:lastPrinted>
  <dcterms:created xsi:type="dcterms:W3CDTF">2022-12-28T06:13:00Z</dcterms:created>
  <dcterms:modified xsi:type="dcterms:W3CDTF">2023-01-11T03:35:00Z</dcterms:modified>
</cp:coreProperties>
</file>